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MADELYNN JANE  LEIFSON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077 2443352064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