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  BREWER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077 1204276324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