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KAREN   GREEN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11,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077 2443473365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