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A  BREWER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October 9th,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077 9353028391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