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VINCENT PETER  BARR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Shai Rubin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54-3590888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rubinow1@walla.com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Shai Rubin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54-3590888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rubinow1@walla.com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6th,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