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DIANE  MUELLER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4,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