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LYNN ELISABETH  FORDHAM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