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GAYLE LAON  LLOYD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