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DOROTHY ANNE  CORBETT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October 01st, 2023 - Egypt Air /  MS602 / TLV - CAI  / Departure time 11:45 AM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077 2443352211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06:30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07:45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number_of_bag_allow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beg_weight_in_kg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beg_weight_in_lbs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07:15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