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ANNE CAROLINE  COLLINS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