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ANN  BONGOLAN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Laura Touitou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053-3342424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laura.touit@gmail.com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Laura Touitou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053-3342424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laura.touit@gmail.com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22nd,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