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CHRISTINE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20,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077 9352841293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