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AMY DAHL  WIEGENSTEIN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September 17th, 2023 - Egypt Air /  MS602 / TLV - CAI  / Departure time 11:45 AM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077 2443138062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07:00 AM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06:30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07:45 AM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07:15 AM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