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LESLIE  MCFARLANE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15th,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