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JOCELYN MARGARET  VREDE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