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ERLINDA JEAN  MARTINEZ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13,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077 2443137941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