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IRIS K  CHRIST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11th,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077 2443137914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