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WARWICK RICHARD  VREDE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