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HUGO GREGORIO  GARCIA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8th,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077 2443138035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