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CHAPMAN LEIGH HARRISON  PEMBERTON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0779352801209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