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GERALD RUSSELL  REICHERT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6th,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077 2443022363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