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ALICE HAULIN  MATSUOKA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Brian Borenstein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052-6035071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briandov188@gmail.com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Brian Borenstein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052-6035071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briandov188@gmail.com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