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CHAPMAN LEIGH HARRISON  PEMBERTON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4th,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0779352801209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