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 ARLENE  HINES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03rd,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