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ROBERT THOMAS  JUBIN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Orly  Spagnul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54-6701008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spagnul@netvision.net.il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Orly  Spagnul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54-6701008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spagnul@netvision.net.il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30th,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077 2443022242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/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