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JOSEPH MARK  LEWANDOWSKI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