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CANDACE ELIZABETH  LEWANDOWSKI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27th,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077 2443022204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