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LORRAINE MARGARET  DASH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