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CATHERINE  LEAHY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052-8238104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052-8238104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077 2443022190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