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EMILY ANNE  YANKOWITZ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Mihaly Rev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052-8238194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mishiinisrael@gmail.com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Mihaly Rev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052-8238194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mishiinisrael@gmail.com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25th, 2023 - Egypt Air /  MS602 / TLV - CAI  / Departure time 11:15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077 2443022196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06:45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