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HELEN   GENOVA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077 2442543055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