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HELEN   GENOVA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20th,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