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ANTHONY   ONDOF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23th,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