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GLENN ALLAN  SHAW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21st,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