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KEIKO   KOYAMA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18th,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Up to 23kg/50lb - 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Up to 23kg/50lb - 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077 2442543038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