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WILLIAM  BEYER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26,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Free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Free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077 2442322223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