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GEORGINA   MOLINA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24th,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077 2442322211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