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REBECCA ANN  MOOTS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0000E0E9" w14:textId="6D82333A" w:rsidR="00966042" w:rsidRDefault="005D1CBC" w:rsidP="005D1CBC">
      <w:pPr>
        <w:rPr>
          <w:rFonts w:cstheme="minorHAnsi"/>
          <w:sz w:val="24"/>
          <w:szCs w:val="24"/>
          <w:shd w:val="clear" w:color="auto" w:fill="FFFFFF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 xml:space="preserve">enjoyed your </w:t>
      </w:r>
      <w:r w:rsidR="008D28A7">
        <w:rPr>
          <w:rFonts w:cstheme="minorHAnsi"/>
          <w:sz w:val="24"/>
          <w:szCs w:val="24"/>
          <w:shd w:val="clear" w:color="auto" w:fill="FFFFFF"/>
        </w:rPr>
        <w:t>stay in</w:t>
      </w:r>
      <w:r w:rsidR="009B5AFB">
        <w:rPr>
          <w:rFonts w:cstheme="minorHAnsi"/>
          <w:sz w:val="24"/>
          <w:szCs w:val="24"/>
          <w:shd w:val="clear" w:color="auto" w:fill="FFFFFF"/>
        </w:rPr>
        <w:t xml:space="preserve"> Jerusalem</w:t>
      </w:r>
      <w:r w:rsidR="001C0DCB" w:rsidRPr="00112163">
        <w:rPr>
          <w:rFonts w:cstheme="minorHAnsi"/>
          <w:sz w:val="24"/>
          <w:szCs w:val="24"/>
          <w:shd w:val="clear" w:color="auto" w:fill="FFFFFF"/>
        </w:rPr>
        <w:t>.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Please </w:t>
      </w:r>
      <w:r w:rsidR="00533074" w:rsidRPr="00112163">
        <w:rPr>
          <w:rFonts w:cstheme="minorHAnsi"/>
          <w:sz w:val="24"/>
          <w:szCs w:val="24"/>
          <w:shd w:val="clear" w:color="auto" w:fill="FFFFFF"/>
        </w:rPr>
        <w:t>review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 the information below which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Udi  Pekker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50-843-2693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upekker@gmail.com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Udi  Pekker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50-843-2693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upekker@gmail.com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75E9321E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054CD012" w14:textId="036ED2F5" w:rsidR="005D1CBC" w:rsidRPr="00C2360B" w:rsidRDefault="007C2D2A" w:rsidP="005D1CBC">
      <w:pPr>
        <w:rPr>
          <w:rFonts w:cstheme="minorHAnsi"/>
          <w:b/>
          <w:bCs/>
          <w:sz w:val="24"/>
          <w:szCs w:val="24"/>
          <w:shd w:val="clear" w:color="auto" w:fill="FFFFFF"/>
        </w:rPr>
      </w:pPr>
      <w:proofErr w:type="gramStart"/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>R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elates to </w:t>
      </w:r>
      <w:r w:rsidR="005D1CBC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your 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flight from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Tel Aviv</w:t>
      </w:r>
      <w:r w:rsidR="008D28A7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 xml:space="preserve"> to </w:t>
      </w:r>
      <w:r w:rsidR="009B5AFB" w:rsidRPr="00C2360B">
        <w:rPr>
          <w:rStyle w:val="normaltextrun"/>
          <w:rFonts w:cstheme="minorHAnsi"/>
          <w:b/>
          <w:bCs/>
          <w:sz w:val="24"/>
          <w:szCs w:val="24"/>
          <w:bdr w:val="none" w:sz="0" w:space="0" w:color="auto" w:frame="1"/>
        </w:rPr>
        <w:t>Cairo</w:t>
      </w:r>
      <w:r w:rsidR="005D1CBC" w:rsidRPr="00C2360B">
        <w:rPr>
          <w:rFonts w:cstheme="minorHAnsi"/>
          <w:b/>
          <w:bCs/>
          <w:sz w:val="24"/>
          <w:szCs w:val="24"/>
          <w:shd w:val="clear" w:color="auto" w:fill="FFFFFF"/>
        </w:rPr>
        <w:t>.</w:t>
      </w:r>
      <w:proofErr w:type="gramEnd"/>
      <w:r w:rsidR="009717EC" w:rsidRPr="00C2360B">
        <w:rPr>
          <w:rFonts w:ascii="Calibri" w:hAnsi="Calibri" w:cs="Calibri"/>
          <w:b/>
          <w:bCs/>
          <w:noProof/>
          <w:lang w:eastAsia="de-CH"/>
        </w:rPr>
        <w:t xml:space="preserve"> 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bookmarkStart w:id="0" w:name="_GoBack"/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May 22th, 2023 - Egypt Air /  MS594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bookmarkEnd w:id="0"/>
    <w:p w14:paraId="4075BE23" w14:textId="1B56A2C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C76195" wp14:editId="499976DA">
                <wp:simplePos x="0" y="0"/>
                <wp:positionH relativeFrom="column">
                  <wp:posOffset>9525</wp:posOffset>
                </wp:positionH>
                <wp:positionV relativeFrom="paragraph">
                  <wp:posOffset>19685</wp:posOffset>
                </wp:positionV>
                <wp:extent cx="5819775" cy="81915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680CAC" w14:textId="77777777" w:rsidR="00C2360B" w:rsidRPr="00C2360B" w:rsidRDefault="00C2360B" w:rsidP="00C2360B">
                            <w:pPr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highlight w:val="yellow"/>
                                <w:bdr w:val="none" w:sz="0" w:space="0" w:color="auto" w:frame="1"/>
                              </w:rPr>
                            </w:pPr>
                            <w:proofErr w:type="spellStart"/>
                            <w:r w:rsidRPr="00C2360B">
                              <w:rPr>
                                <w:rStyle w:val="normaltextrun"/>
                                <w:rFonts w:cstheme="minorHAnsi"/>
                                <w:color w:val="000000" w:themeColor="text1"/>
                                <w:sz w:val="24"/>
                                <w:szCs w:val="24"/>
                                <w:bdr w:val="none" w:sz="0" w:space="0" w:color="auto" w:frame="1"/>
                              </w:rPr>
                              <w:t>2 Checked Luggage - 23KG/50LB</w:t>
                            </w:r>
                            <w:proofErr w:type="spellEnd"/>
                          </w:p>
                          <w:p w14:paraId="7772E633" w14:textId="77777777" w:rsidR="00C2360B" w:rsidRPr="002A5536" w:rsidRDefault="00C2360B" w:rsidP="00C2360B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C76195" id="Rectangle 4" o:spid="_x0000_s1027" style="position:absolute;margin-left:.75pt;margin-top:1.55pt;width:458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" fillcolor="white [3212]" strokecolor="#1f3763 [1604]" strokeweight="1pt">
                <v:textbox>
                  <w:txbxContent>
                    <w:p w14:paraId="15680CAC" w14:textId="77777777" w:rsidR="00C2360B" w:rsidRPr="00C2360B" w:rsidRDefault="00C2360B" w:rsidP="00C2360B">
                      <w:pPr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highlight w:val="yellow"/>
                          <w:bdr w:val="none" w:sz="0" w:space="0" w:color="auto" w:frame="1"/>
                        </w:rPr>
                      </w:pPr>
                      <w:proofErr w:type="spellStart"/>
                      <w:r w:rsidRPr="00C2360B">
                        <w:rPr>
                          <w:rStyle w:val="normaltextrun"/>
                          <w:rFonts w:cstheme="minorHAnsi"/>
                          <w:color w:val="000000" w:themeColor="text1"/>
                          <w:sz w:val="24"/>
                          <w:szCs w:val="24"/>
                          <w:bdr w:val="none" w:sz="0" w:space="0" w:color="auto" w:frame="1"/>
                        </w:rPr>
                        <w:t>2 Checked Luggage - 23KG/50LB</w:t>
                      </w:r>
                      <w:proofErr w:type="spellEnd"/>
                    </w:p>
                    <w:p w14:paraId="7772E633" w14:textId="77777777" w:rsidR="00C2360B" w:rsidRPr="002A5536" w:rsidRDefault="00C2360B" w:rsidP="00C2360B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A3F734D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61E4295" w14:textId="77777777" w:rsidR="00C2360B" w:rsidRDefault="00C2360B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28BD8F46" w14:textId="1F374351" w:rsidR="005E11FC" w:rsidRPr="00C2360B" w:rsidRDefault="00DC1605" w:rsidP="00DC1605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077 2442322170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7777777" w:rsidR="0058508F" w:rsidRPr="00DC1605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sz w:val="24"/>
          <w:szCs w:val="24"/>
          <w:shd w:val="clear" w:color="auto" w:fill="FFFFFF"/>
        </w:rPr>
        <w:t>Your</w:t>
      </w:r>
      <w:proofErr w:type="gramEnd"/>
      <w:r>
        <w:rPr>
          <w:rFonts w:cstheme="minorHAnsi"/>
          <w:sz w:val="24"/>
          <w:szCs w:val="24"/>
          <w:shd w:val="clear" w:color="auto" w:fill="FFFFFF"/>
        </w:rPr>
        <w:t xml:space="preserve">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4C4385" w14:textId="77777777" w:rsidR="004E5605" w:rsidRDefault="004E5605" w:rsidP="00341CEA">
      <w:pPr>
        <w:spacing w:after="0" w:line="240" w:lineRule="auto"/>
      </w:pPr>
      <w:r>
        <w:separator/>
      </w:r>
    </w:p>
  </w:endnote>
  <w:endnote w:type="continuationSeparator" w:id="0">
    <w:p w14:paraId="1DB85691" w14:textId="77777777" w:rsidR="004E5605" w:rsidRDefault="004E560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32D5E8" w14:textId="77777777" w:rsidR="004E5605" w:rsidRDefault="004E5605" w:rsidP="00341CEA">
      <w:pPr>
        <w:spacing w:after="0" w:line="240" w:lineRule="auto"/>
      </w:pPr>
      <w:r>
        <w:separator/>
      </w:r>
    </w:p>
  </w:footnote>
  <w:footnote w:type="continuationSeparator" w:id="0">
    <w:p w14:paraId="0CE1B892" w14:textId="77777777" w:rsidR="004E5605" w:rsidRDefault="004E560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D1F0C"/>
    <w:rsid w:val="00CE66ED"/>
    <w:rsid w:val="00D410F0"/>
    <w:rsid w:val="00D4362B"/>
    <w:rsid w:val="00D556FE"/>
    <w:rsid w:val="00D60B34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116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37</cp:revision>
  <dcterms:created xsi:type="dcterms:W3CDTF">2023-01-23T19:20:00Z</dcterms:created>
  <dcterms:modified xsi:type="dcterms:W3CDTF">2023-02-19T10:51:00Z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