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CARLTON SCOTT  KISER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17,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