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DAN S  HIRSCHFELD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15,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077 2442322117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