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VIVIEN   STARKEY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10th,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077 2442322083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