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PAUL  GUILLEN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8,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077 9710544950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