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G  HOLDEN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5,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077 2442321986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