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ISABELLA   LEE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3rd,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077 2442129932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