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CHARLES RAY  OWENS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077 2442129843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