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Pauline Leonie  BROWN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RJ343 - TLV-AMM - Dep. Time 08:25 am - Arr. Time 09:15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28th, 2023 - Royal Jordanian : RJ503 - AMM-CAI - Dep. Time 13:40 pm - Arr. Time 15:10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1 Checked Luggage - 30KG/66LB -- During your layover in Amman, you will have exclusive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512 2114271632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4:15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4:15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