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 WAYNE  PELLUM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RJ343 - TLV-AMM - Dep. Time 08:25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26th, 2023 - Royal Jordanian : RJ503 - AMM-CAI - Dep. Time 11:40 am - Arr. Time 12:10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512 2114274648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