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AEJA   AREYZAGA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21st,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51 29710545045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