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MARTIN MAX  SEINFELD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077 2441989775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