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SUSAN LYNN  SEINFELD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17th,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077 2441989776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